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8D8D8" w:themeColor="background1" w:themeShade="D8"/>
  <w:body>
    <w:p w:rsidR="001F6E59" w:rsidRPr="00BB5340" w:rsidRDefault="0083767E">
      <w:pPr>
        <w:pStyle w:val="Title"/>
        <w:rPr>
          <w:sz w:val="9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3157B9F" wp14:editId="5A3444D9">
                <wp:simplePos x="0" y="0"/>
                <wp:positionH relativeFrom="column">
                  <wp:posOffset>-1485265</wp:posOffset>
                </wp:positionH>
                <wp:positionV relativeFrom="paragraph">
                  <wp:posOffset>5136515</wp:posOffset>
                </wp:positionV>
                <wp:extent cx="2360930" cy="1404620"/>
                <wp:effectExtent l="5715" t="0" r="26035" b="2603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767E" w:rsidRPr="0083767E" w:rsidRDefault="0083767E" w:rsidP="0083767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83767E">
                              <w:rPr>
                                <w:sz w:val="32"/>
                              </w:rPr>
                              <w:t>EXERCISE IS GREAT!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157B9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16.95pt;margin-top:404.45pt;width:185.9pt;height:110.6pt;rotation:-90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">
                <v:textbox style="mso-fit-shape-to-text:t">
                  <w:txbxContent>
                    <w:p w:rsidR="0083767E" w:rsidRPr="0083767E" w:rsidRDefault="0083767E" w:rsidP="0083767E">
                      <w:pPr>
                        <w:jc w:val="center"/>
                        <w:rPr>
                          <w:sz w:val="32"/>
                        </w:rPr>
                      </w:pPr>
                      <w:r w:rsidRPr="0083767E">
                        <w:rPr>
                          <w:sz w:val="32"/>
                        </w:rPr>
                        <w:t>EXERCISE IS GREAT!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B5340" w:rsidRPr="00BB5340">
        <w:rPr>
          <w:sz w:val="96"/>
        </w:rPr>
        <w:t>College Students Exercising less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Event Info"/>
      </w:tblPr>
      <w:tblGrid>
        <w:gridCol w:w="3675"/>
        <w:gridCol w:w="570"/>
        <w:gridCol w:w="3675"/>
      </w:tblGrid>
      <w:tr w:rsidR="001F6E59">
        <w:trPr>
          <w:jc w:val="center"/>
        </w:trPr>
        <w:tc>
          <w:tcPr>
            <w:tcW w:w="3675" w:type="dxa"/>
          </w:tcPr>
          <w:p w:rsidR="0083767E" w:rsidRDefault="0083767E" w:rsidP="0083767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32C6EB2" wp14:editId="1A9F8918">
                      <wp:simplePos x="0" y="0"/>
                      <wp:positionH relativeFrom="column">
                        <wp:posOffset>-952500</wp:posOffset>
                      </wp:positionH>
                      <wp:positionV relativeFrom="paragraph">
                        <wp:posOffset>2030095</wp:posOffset>
                      </wp:positionV>
                      <wp:extent cx="3467735" cy="635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67735" cy="635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3767E" w:rsidRPr="00E37755" w:rsidRDefault="0083767E" w:rsidP="0083767E">
                                  <w:pPr>
                                    <w:pStyle w:val="Caption"/>
                                    <w:rPr>
                                      <w:noProof/>
                                      <w:sz w:val="20"/>
                                    </w:rPr>
                                  </w:pPr>
                                  <w:r>
                                    <w:t xml:space="preserve">Figure </w:t>
                                  </w:r>
                                  <w:fldSimple w:instr=" SEQ Figure \* ARABIC ">
                                    <w:r>
                                      <w:rPr>
                                        <w:noProof/>
                                      </w:rPr>
                                      <w:t>1</w:t>
                                    </w:r>
                                  </w:fldSimple>
                                  <w:r>
                                    <w:t>: Have fun and take a run!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2C6EB2" id="Text Box 4" o:spid="_x0000_s1027" type="#_x0000_t202" style="position:absolute;margin-left:-75pt;margin-top:159.85pt;width:273.05pt;height: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" stroked="f">
                      <v:textbox style="mso-fit-shape-to-text:t" inset="0,0,0,0">
                        <w:txbxContent>
                          <w:p w:rsidR="0083767E" w:rsidRPr="00E37755" w:rsidRDefault="0083767E" w:rsidP="0083767E">
                            <w:pPr>
                              <w:pStyle w:val="Caption"/>
                              <w:rPr>
                                <w:noProof/>
                                <w:sz w:val="20"/>
                              </w:rPr>
                            </w:pPr>
                            <w:r>
                              <w:t xml:space="preserve">Figure </w:t>
                            </w:r>
                            <w:fldSimple w:instr=" SEQ Figure \* ARABIC ">
                              <w:r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t>: Have fun and take a run!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US"/>
              </w:rPr>
              <w:drawing>
                <wp:anchor distT="0" distB="0" distL="114300" distR="114300" simplePos="0" relativeHeight="251660288" behindDoc="0" locked="0" layoutInCell="1" allowOverlap="1" wp14:anchorId="755B1CCE" wp14:editId="436D08CA">
                  <wp:simplePos x="0" y="0"/>
                  <wp:positionH relativeFrom="column">
                    <wp:posOffset>-982980</wp:posOffset>
                  </wp:positionH>
                  <wp:positionV relativeFrom="paragraph">
                    <wp:posOffset>-30480</wp:posOffset>
                  </wp:positionV>
                  <wp:extent cx="3468022" cy="1950585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xercise2[1]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8022" cy="1950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3767E" w:rsidRPr="0083767E" w:rsidRDefault="0083767E" w:rsidP="0083767E"/>
          <w:p w:rsidR="0083767E" w:rsidRPr="0083767E" w:rsidRDefault="0083767E" w:rsidP="0083767E"/>
          <w:p w:rsidR="0083767E" w:rsidRPr="0083767E" w:rsidRDefault="0083767E" w:rsidP="0083767E"/>
          <w:p w:rsidR="0083767E" w:rsidRPr="0083767E" w:rsidRDefault="0083767E" w:rsidP="0083767E"/>
          <w:p w:rsidR="0083767E" w:rsidRPr="0083767E" w:rsidRDefault="0083767E" w:rsidP="0083767E"/>
          <w:p w:rsidR="0083767E" w:rsidRPr="0083767E" w:rsidRDefault="0083767E" w:rsidP="0083767E"/>
          <w:p w:rsidR="0083767E" w:rsidRDefault="0083767E" w:rsidP="0083767E"/>
          <w:p w:rsidR="001F6E59" w:rsidRPr="0083767E" w:rsidRDefault="0083767E" w:rsidP="0083767E">
            <w:pPr>
              <w:jc w:val="center"/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665408" behindDoc="0" locked="0" layoutInCell="1" allowOverlap="1" wp14:anchorId="6DAE24D8" wp14:editId="4CC85466">
                  <wp:simplePos x="0" y="0"/>
                  <wp:positionH relativeFrom="margin">
                    <wp:posOffset>495300</wp:posOffset>
                  </wp:positionH>
                  <wp:positionV relativeFrom="paragraph">
                    <wp:posOffset>151130</wp:posOffset>
                  </wp:positionV>
                  <wp:extent cx="1973580" cy="2964935"/>
                  <wp:effectExtent l="0" t="0" r="7620" b="698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1796917538_cf69f66e8d_z[1]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3580" cy="296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70" w:type="dxa"/>
          </w:tcPr>
          <w:p w:rsidR="001F6E59" w:rsidRDefault="001F6E59"/>
        </w:tc>
        <w:tc>
          <w:tcPr>
            <w:tcW w:w="3675" w:type="dxa"/>
          </w:tcPr>
          <w:p w:rsidR="0083767E" w:rsidRDefault="0083767E" w:rsidP="00BB5340">
            <w:pPr>
              <w:pStyle w:val="Heading1"/>
              <w:rPr>
                <w:rStyle w:val="Heading1Char"/>
                <w:rFonts w:ascii="Calibri" w:hAnsi="Calibri"/>
                <w:b/>
                <w:sz w:val="36"/>
              </w:rPr>
            </w:pPr>
          </w:p>
          <w:p w:rsidR="001F6E59" w:rsidRPr="00BB5340" w:rsidRDefault="00BB5340" w:rsidP="00BB5340">
            <w:pPr>
              <w:pStyle w:val="Heading1"/>
              <w:rPr>
                <w:rStyle w:val="Heading1Char"/>
                <w:rFonts w:ascii="Calibri" w:hAnsi="Calibri"/>
                <w:b/>
              </w:rPr>
            </w:pPr>
            <w:r w:rsidRPr="00BB5340">
              <w:rPr>
                <w:rStyle w:val="Heading1Char"/>
                <w:rFonts w:ascii="Calibri" w:hAnsi="Calibri"/>
                <w:b/>
                <w:sz w:val="36"/>
              </w:rPr>
              <w:t>Why is this happening?</w:t>
            </w:r>
          </w:p>
          <w:p w:rsidR="00BB5340" w:rsidRDefault="00BB5340" w:rsidP="00BB5340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32"/>
              </w:rPr>
            </w:pPr>
            <w:r w:rsidRPr="0083767E">
              <w:rPr>
                <w:rFonts w:asciiTheme="majorHAnsi" w:hAnsiTheme="majorHAnsi"/>
                <w:sz w:val="32"/>
              </w:rPr>
              <w:t>Students are overburdened with school work.</w:t>
            </w:r>
          </w:p>
          <w:p w:rsidR="0083767E" w:rsidRPr="0083767E" w:rsidRDefault="0083767E" w:rsidP="0083767E">
            <w:pPr>
              <w:pStyle w:val="ListParagraph"/>
              <w:rPr>
                <w:rFonts w:asciiTheme="majorHAnsi" w:hAnsiTheme="majorHAnsi"/>
                <w:sz w:val="32"/>
              </w:rPr>
            </w:pPr>
          </w:p>
          <w:p w:rsidR="00BB5340" w:rsidRDefault="00BB5340" w:rsidP="00BB5340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32"/>
              </w:rPr>
            </w:pPr>
            <w:r w:rsidRPr="0083767E">
              <w:rPr>
                <w:rFonts w:asciiTheme="majorHAnsi" w:hAnsiTheme="majorHAnsi"/>
                <w:sz w:val="32"/>
              </w:rPr>
              <w:t>While 71% of students played a sport in high school, only 6.7% play a sport in college</w:t>
            </w:r>
          </w:p>
          <w:p w:rsidR="0083767E" w:rsidRPr="0083767E" w:rsidRDefault="0083767E" w:rsidP="0083767E">
            <w:pPr>
              <w:pStyle w:val="ListParagraph"/>
              <w:rPr>
                <w:rFonts w:asciiTheme="majorHAnsi" w:hAnsiTheme="majorHAnsi"/>
                <w:sz w:val="32"/>
              </w:rPr>
            </w:pPr>
          </w:p>
          <w:p w:rsidR="0083767E" w:rsidRPr="0083767E" w:rsidRDefault="0083767E" w:rsidP="0083767E">
            <w:pPr>
              <w:pStyle w:val="ListParagraph"/>
              <w:rPr>
                <w:rFonts w:asciiTheme="majorHAnsi" w:hAnsiTheme="majorHAnsi"/>
                <w:sz w:val="32"/>
              </w:rPr>
            </w:pPr>
          </w:p>
          <w:p w:rsidR="00BB5340" w:rsidRPr="0083767E" w:rsidRDefault="00BB5340" w:rsidP="00BB5340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32"/>
              </w:rPr>
            </w:pPr>
            <w:r w:rsidRPr="0083767E">
              <w:rPr>
                <w:rFonts w:asciiTheme="majorHAnsi" w:hAnsiTheme="majorHAnsi"/>
                <w:sz w:val="32"/>
              </w:rPr>
              <w:t>Students are lacking the motivation to exercise, whether it be playing a sport, lifting, running, etc.</w:t>
            </w:r>
          </w:p>
          <w:p w:rsidR="0083767E" w:rsidRDefault="0083767E" w:rsidP="00BB5340">
            <w:pPr>
              <w:rPr>
                <w:rFonts w:ascii="Calibri" w:hAnsi="Calibri"/>
                <w:b/>
                <w:sz w:val="36"/>
              </w:rPr>
            </w:pPr>
          </w:p>
          <w:p w:rsidR="0083767E" w:rsidRDefault="0083767E" w:rsidP="00BB5340">
            <w:pPr>
              <w:rPr>
                <w:rFonts w:ascii="Calibri" w:hAnsi="Calibri"/>
                <w:b/>
                <w:sz w:val="36"/>
              </w:rPr>
            </w:pPr>
          </w:p>
          <w:p w:rsidR="00BB5340" w:rsidRPr="0083767E" w:rsidRDefault="00BB5340" w:rsidP="0083767E">
            <w:pPr>
              <w:rPr>
                <w:rFonts w:ascii="Calibri" w:hAnsi="Calibri"/>
                <w:b/>
              </w:rPr>
            </w:pPr>
          </w:p>
        </w:tc>
      </w:tr>
    </w:tbl>
    <w:p w:rsidR="001F6E59" w:rsidRDefault="00031E11" w:rsidP="0083767E">
      <w:pPr>
        <w:pStyle w:val="Date"/>
        <w:tabs>
          <w:tab w:val="left" w:pos="5748"/>
        </w:tabs>
      </w:pPr>
      <w:r>
        <w:lastRenderedPageBreak/>
        <w:t> </w:t>
      </w:r>
      <w:r w:rsidR="0083767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C58490" wp14:editId="797B37F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3767E" w:rsidRPr="0083767E" w:rsidRDefault="0083767E" w:rsidP="0083767E">
                            <w:pPr>
                              <w:pStyle w:val="Date"/>
                              <w:tabs>
                                <w:tab w:val="left" w:pos="5748"/>
                              </w:tabs>
                              <w:jc w:val="center"/>
                              <w:rPr>
                                <w:b/>
                                <w:color w:val="03A996" w:themeColor="accent1"/>
                                <w:sz w:val="96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3767E">
                              <w:rPr>
                                <w:b/>
                                <w:color w:val="03A996" w:themeColor="accent1"/>
                                <w:sz w:val="96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HOW CAN WE FIX THIS PROBLEM?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C58490" id="Text Box 1" o:spid="_x0000_s1028" type="#_x0000_t202" style="position:absolute;margin-left:0;margin-top:0;width:2in;height:2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nyuJgIAAFw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" filled="f" stroked="f">
                <v:fill o:detectmouseclick="t"/>
                <v:textbox style="mso-fit-shape-to-text:t">
                  <w:txbxContent>
                    <w:p w:rsidR="0083767E" w:rsidRPr="0083767E" w:rsidRDefault="0083767E" w:rsidP="0083767E">
                      <w:pPr>
                        <w:pStyle w:val="Date"/>
                        <w:tabs>
                          <w:tab w:val="left" w:pos="5748"/>
                        </w:tabs>
                        <w:jc w:val="center"/>
                        <w:rPr>
                          <w:b/>
                          <w:color w:val="03A996" w:themeColor="accent1"/>
                          <w:sz w:val="96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3767E">
                        <w:rPr>
                          <w:b/>
                          <w:color w:val="03A996" w:themeColor="accent1"/>
                          <w:sz w:val="96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HOW CAN WE FIX THIS PROBLEM?</w:t>
                      </w:r>
                    </w:p>
                  </w:txbxContent>
                </v:textbox>
              </v:shape>
            </w:pict>
          </mc:Fallback>
        </mc:AlternateContent>
      </w:r>
      <w:r w:rsidR="0083767E">
        <w:tab/>
      </w:r>
    </w:p>
    <w:p w:rsidR="0083767E" w:rsidRDefault="0083767E" w:rsidP="0083767E"/>
    <w:p w:rsidR="0083767E" w:rsidRDefault="0083767E" w:rsidP="0083767E"/>
    <w:p w:rsidR="0083767E" w:rsidRDefault="0083767E" w:rsidP="0083767E"/>
    <w:p w:rsidR="0083767E" w:rsidRDefault="0083767E" w:rsidP="0083767E"/>
    <w:p w:rsidR="0083767E" w:rsidRDefault="0083767E" w:rsidP="0083767E"/>
    <w:p w:rsidR="0083767E" w:rsidRDefault="0083767E" w:rsidP="0083767E">
      <w:r>
        <w:rPr>
          <w:noProof/>
        </w:rPr>
        <mc:AlternateContent>
          <mc:Choice Requires="wpg">
            <w:drawing>
              <wp:anchor distT="45720" distB="45720" distL="182880" distR="182880" simplePos="0" relativeHeight="251671552" behindDoc="0" locked="0" layoutInCell="1" allowOverlap="1" wp14:anchorId="34AF43CE" wp14:editId="42C8F66D">
                <wp:simplePos x="0" y="0"/>
                <wp:positionH relativeFrom="margin">
                  <wp:posOffset>-1226820</wp:posOffset>
                </wp:positionH>
                <wp:positionV relativeFrom="margin">
                  <wp:posOffset>2225040</wp:posOffset>
                </wp:positionV>
                <wp:extent cx="3566160" cy="2372997"/>
                <wp:effectExtent l="0" t="0" r="0" b="8255"/>
                <wp:wrapSquare wrapText="bothSides"/>
                <wp:docPr id="198" name="Grou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66160" cy="2372997"/>
                          <a:chOff x="0" y="0"/>
                          <a:chExt cx="3567448" cy="2372500"/>
                        </a:xfrm>
                      </wpg:grpSpPr>
                      <wps:wsp>
                        <wps:cNvPr id="199" name="Rectangle 199"/>
                        <wps:cNvSpPr/>
                        <wps:spPr>
                          <a:xfrm>
                            <a:off x="0" y="0"/>
                            <a:ext cx="3567448" cy="27060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3767E" w:rsidRDefault="0083767E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24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Text Box 200"/>
                        <wps:cNvSpPr txBox="1"/>
                        <wps:spPr>
                          <a:xfrm>
                            <a:off x="0" y="252679"/>
                            <a:ext cx="3567448" cy="211982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3767E" w:rsidRPr="0083767E" w:rsidRDefault="0083767E" w:rsidP="0083767E">
                              <w:pPr>
                                <w:pStyle w:val="ListParagraph"/>
                                <w:numPr>
                                  <w:ilvl w:val="0"/>
                                  <w:numId w:val="7"/>
                                </w:numPr>
                                <w:rPr>
                                  <w:caps/>
                                  <w:color w:val="03A996" w:themeColor="accent1"/>
                                  <w:sz w:val="26"/>
                                  <w:szCs w:val="26"/>
                                </w:rPr>
                              </w:pPr>
                              <w:r w:rsidRPr="0083767E">
                                <w:rPr>
                                  <w:caps/>
                                  <w:color w:val="03A996" w:themeColor="accent1"/>
                                  <w:sz w:val="26"/>
                                  <w:szCs w:val="26"/>
                                </w:rPr>
                                <w:t>gET STUDENTS TO EXERCISE</w:t>
                              </w:r>
                            </w:p>
                            <w:p w:rsidR="0083767E" w:rsidRPr="0083767E" w:rsidRDefault="0083767E" w:rsidP="0083767E">
                              <w:pPr>
                                <w:pStyle w:val="ListParagraph"/>
                                <w:numPr>
                                  <w:ilvl w:val="0"/>
                                  <w:numId w:val="7"/>
                                </w:numPr>
                                <w:rPr>
                                  <w:caps/>
                                  <w:color w:val="03A996" w:themeColor="accent1"/>
                                  <w:sz w:val="26"/>
                                  <w:szCs w:val="26"/>
                                </w:rPr>
                              </w:pPr>
                              <w:r w:rsidRPr="0083767E">
                                <w:rPr>
                                  <w:caps/>
                                  <w:color w:val="03A996" w:themeColor="accent1"/>
                                  <w:sz w:val="26"/>
                                  <w:szCs w:val="26"/>
                                </w:rPr>
                                <w:t>oFFER PROGRAMS TO HELP STUDNTS MANAGE TIME</w:t>
                              </w:r>
                            </w:p>
                            <w:p w:rsidR="0083767E" w:rsidRPr="0083767E" w:rsidRDefault="0083767E" w:rsidP="0083767E">
                              <w:pPr>
                                <w:pStyle w:val="ListParagraph"/>
                                <w:numPr>
                                  <w:ilvl w:val="0"/>
                                  <w:numId w:val="7"/>
                                </w:numPr>
                                <w:rPr>
                                  <w:caps/>
                                  <w:color w:val="03A996" w:themeColor="accent1"/>
                                  <w:sz w:val="26"/>
                                  <w:szCs w:val="26"/>
                                </w:rPr>
                              </w:pPr>
                              <w:r w:rsidRPr="0083767E">
                                <w:rPr>
                                  <w:caps/>
                                  <w:color w:val="03A996" w:themeColor="accent1"/>
                                  <w:sz w:val="26"/>
                                  <w:szCs w:val="26"/>
                                </w:rPr>
                                <w:t>kEEP STUDENTS informed about intramural sports opportunities</w:t>
                              </w:r>
                            </w:p>
                            <w:p w:rsidR="0083767E" w:rsidRPr="0083767E" w:rsidRDefault="0083767E" w:rsidP="0083767E">
                              <w:pPr>
                                <w:pStyle w:val="ListParagraph"/>
                                <w:numPr>
                                  <w:ilvl w:val="0"/>
                                  <w:numId w:val="7"/>
                                </w:numPr>
                                <w:rPr>
                                  <w:caps/>
                                  <w:color w:val="03A996" w:themeColor="accent1"/>
                                  <w:sz w:val="26"/>
                                  <w:szCs w:val="26"/>
                                </w:rPr>
                              </w:pPr>
                              <w:r w:rsidRPr="0083767E">
                                <w:rPr>
                                  <w:caps/>
                                  <w:color w:val="03A996" w:themeColor="accent1"/>
                                  <w:sz w:val="26"/>
                                  <w:szCs w:val="26"/>
                                </w:rPr>
                                <w:t>educate students on the health risks the come with minimal exercise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AF43CE" id="Group 198" o:spid="_x0000_s1029" style="position:absolute;margin-left:-96.6pt;margin-top:175.2pt;width:280.8pt;height:186.85pt;z-index:251671552;mso-wrap-distance-left:14.4pt;mso-wrap-distance-top:3.6pt;mso-wrap-distance-right:14.4pt;mso-wrap-distance-bottom:3.6pt;mso-position-horizontal-relative:margin;mso-position-vertical-relative:margin;mso-width-relative:margin;mso-height-relative:margin" coordsize="35674,23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">
                <v:rect id="Rectangle 199" o:spid="_x0000_s1030" style="position:absolute;width:35674;height:27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8+K8MA&#10;AADcAAAADwAAAGRycy9kb3ducmV2LnhtbERPTWvCQBC9F/wPywi91Y0KrUZXEUGQUgpGPXgbsmM2&#10;mp0N2TWm/fVdoeBtHu9z5svOVqKlxpeOFQwHCQji3OmSCwWH/eZtAsIHZI2VY1LwQx6Wi97LHFPt&#10;7ryjNguFiCHsU1RgQqhTKX1uyKIfuJo4cmfXWAwRNoXUDd5juK3kKEnepcWSY4PBmtaG8mt2swo+&#10;Lx/jzLSr9nf8TUfjjl+nzdor9drvVjMQgbrwFP+7tzrOn07h8Uy8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8+K8MAAADcAAAADwAAAAAAAAAAAAAAAACYAgAAZHJzL2Rv&#10;d25yZXYueG1sUEsFBgAAAAAEAAQA9QAAAIgDAAAAAA==&#10;" fillcolor="#03a996 [3204]" stroked="f" strokeweight="1pt">
                  <v:textbox>
                    <w:txbxContent>
                      <w:p w:rsidR="0083767E" w:rsidRDefault="0083767E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24"/>
                            <w:szCs w:val="28"/>
                          </w:rPr>
                        </w:pPr>
                      </w:p>
                    </w:txbxContent>
                  </v:textbox>
                </v:rect>
                <v:shape id="Text Box 200" o:spid="_x0000_s1031" type="#_x0000_t202" style="position:absolute;top:2526;width:35674;height:211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jcR8UA&#10;AADcAAAADwAAAGRycy9kb3ducmV2LnhtbESPT2vCQBTE74V+h+UJvdWNFVRiNqG0VMylUC0Ub4/s&#10;M4nNvg3ZzR+/vVsoeBxm5jdMkk2mEQN1rrasYDGPQBAXVtdcKvg+fjxvQDiPrLGxTAqu5CBLHx8S&#10;jLUd+YuGgy9FgLCLUUHlfRtL6YqKDLq5bYmDd7adQR9kV0rd4RjgppEvUbSSBmsOCxW29FZR8Xvo&#10;jYKf5WWzc3nUv/fLTy/X65PUu1ypp9n0ugXhafL38H97rxUEIvydCUdAp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WNxHxQAAANwAAAAPAAAAAAAAAAAAAAAAAJgCAABkcnMv&#10;ZG93bnJldi54bWxQSwUGAAAAAAQABAD1AAAAigMAAAAA&#10;" filled="f" stroked="f" strokeweight=".5pt">
                  <v:textbox style="mso-fit-shape-to-text:t" inset=",7.2pt,,0">
                    <w:txbxContent>
                      <w:p w:rsidR="0083767E" w:rsidRPr="0083767E" w:rsidRDefault="0083767E" w:rsidP="0083767E">
                        <w:pPr>
                          <w:pStyle w:val="ListParagraph"/>
                          <w:numPr>
                            <w:ilvl w:val="0"/>
                            <w:numId w:val="7"/>
                          </w:numPr>
                          <w:rPr>
                            <w:caps/>
                            <w:color w:val="03A996" w:themeColor="accent1"/>
                            <w:sz w:val="26"/>
                            <w:szCs w:val="26"/>
                          </w:rPr>
                        </w:pPr>
                        <w:r w:rsidRPr="0083767E">
                          <w:rPr>
                            <w:caps/>
                            <w:color w:val="03A996" w:themeColor="accent1"/>
                            <w:sz w:val="26"/>
                            <w:szCs w:val="26"/>
                          </w:rPr>
                          <w:t>gET STUDENTS TO EXERCISE</w:t>
                        </w:r>
                      </w:p>
                      <w:p w:rsidR="0083767E" w:rsidRPr="0083767E" w:rsidRDefault="0083767E" w:rsidP="0083767E">
                        <w:pPr>
                          <w:pStyle w:val="ListParagraph"/>
                          <w:numPr>
                            <w:ilvl w:val="0"/>
                            <w:numId w:val="7"/>
                          </w:numPr>
                          <w:rPr>
                            <w:caps/>
                            <w:color w:val="03A996" w:themeColor="accent1"/>
                            <w:sz w:val="26"/>
                            <w:szCs w:val="26"/>
                          </w:rPr>
                        </w:pPr>
                        <w:r w:rsidRPr="0083767E">
                          <w:rPr>
                            <w:caps/>
                            <w:color w:val="03A996" w:themeColor="accent1"/>
                            <w:sz w:val="26"/>
                            <w:szCs w:val="26"/>
                          </w:rPr>
                          <w:t>oFFER PROGRAMS TO HELP STUDNTS MANAGE TIME</w:t>
                        </w:r>
                      </w:p>
                      <w:p w:rsidR="0083767E" w:rsidRPr="0083767E" w:rsidRDefault="0083767E" w:rsidP="0083767E">
                        <w:pPr>
                          <w:pStyle w:val="ListParagraph"/>
                          <w:numPr>
                            <w:ilvl w:val="0"/>
                            <w:numId w:val="7"/>
                          </w:numPr>
                          <w:rPr>
                            <w:caps/>
                            <w:color w:val="03A996" w:themeColor="accent1"/>
                            <w:sz w:val="26"/>
                            <w:szCs w:val="26"/>
                          </w:rPr>
                        </w:pPr>
                        <w:r w:rsidRPr="0083767E">
                          <w:rPr>
                            <w:caps/>
                            <w:color w:val="03A996" w:themeColor="accent1"/>
                            <w:sz w:val="26"/>
                            <w:szCs w:val="26"/>
                          </w:rPr>
                          <w:t>kEEP STUDENTS informed about intramural sports opportunities</w:t>
                        </w:r>
                      </w:p>
                      <w:p w:rsidR="0083767E" w:rsidRPr="0083767E" w:rsidRDefault="0083767E" w:rsidP="0083767E">
                        <w:pPr>
                          <w:pStyle w:val="ListParagraph"/>
                          <w:numPr>
                            <w:ilvl w:val="0"/>
                            <w:numId w:val="7"/>
                          </w:numPr>
                          <w:rPr>
                            <w:caps/>
                            <w:color w:val="03A996" w:themeColor="accent1"/>
                            <w:sz w:val="26"/>
                            <w:szCs w:val="26"/>
                          </w:rPr>
                        </w:pPr>
                        <w:r w:rsidRPr="0083767E">
                          <w:rPr>
                            <w:caps/>
                            <w:color w:val="03A996" w:themeColor="accent1"/>
                            <w:sz w:val="26"/>
                            <w:szCs w:val="26"/>
                          </w:rPr>
                          <w:t>educate students on the health risks the come with minimal exercise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</w:p>
    <w:p w:rsidR="0083767E" w:rsidRPr="0083767E" w:rsidRDefault="00102605" w:rsidP="0083767E">
      <w:r>
        <w:rPr>
          <w:noProof/>
        </w:rPr>
        <mc:AlternateContent>
          <mc:Choice Requires="wpg">
            <w:drawing>
              <wp:anchor distT="45720" distB="45720" distL="182880" distR="182880" simplePos="0" relativeHeight="251675648" behindDoc="0" locked="0" layoutInCell="1" allowOverlap="1" wp14:anchorId="694A4FDB" wp14:editId="62E667C3">
                <wp:simplePos x="0" y="0"/>
                <wp:positionH relativeFrom="margin">
                  <wp:posOffset>2651760</wp:posOffset>
                </wp:positionH>
                <wp:positionV relativeFrom="margin">
                  <wp:posOffset>5715000</wp:posOffset>
                </wp:positionV>
                <wp:extent cx="3749040" cy="2028827"/>
                <wp:effectExtent l="0" t="0" r="0" b="9525"/>
                <wp:wrapSquare wrapText="bothSides"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9040" cy="2028827"/>
                          <a:chOff x="2652718" y="3176872"/>
                          <a:chExt cx="3750394" cy="2028426"/>
                        </a:xfrm>
                      </wpg:grpSpPr>
                      <wps:wsp>
                        <wps:cNvPr id="14" name="Rectangle 14"/>
                        <wps:cNvSpPr/>
                        <wps:spPr>
                          <a:xfrm>
                            <a:off x="2652718" y="3176872"/>
                            <a:ext cx="3567448" cy="27060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02605" w:rsidRDefault="00102605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24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2835664" y="3559069"/>
                            <a:ext cx="3567448" cy="16462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02605" w:rsidRPr="00102605" w:rsidRDefault="00102605" w:rsidP="00102605">
                              <w:pPr>
                                <w:pStyle w:val="ListParagraph"/>
                                <w:numPr>
                                  <w:ilvl w:val="0"/>
                                  <w:numId w:val="8"/>
                                </w:numPr>
                                <w:rPr>
                                  <w:caps/>
                                  <w:color w:val="03A996" w:themeColor="accent1"/>
                                  <w:sz w:val="26"/>
                                  <w:szCs w:val="26"/>
                                </w:rPr>
                              </w:pPr>
                              <w:r w:rsidRPr="00102605">
                                <w:rPr>
                                  <w:caps/>
                                  <w:color w:val="03A996" w:themeColor="accent1"/>
                                  <w:sz w:val="26"/>
                                  <w:szCs w:val="26"/>
                                </w:rPr>
                                <w:t>Encourage your friends to exercise</w:t>
                              </w:r>
                            </w:p>
                            <w:p w:rsidR="00102605" w:rsidRPr="00102605" w:rsidRDefault="00102605" w:rsidP="00102605">
                              <w:pPr>
                                <w:pStyle w:val="ListParagraph"/>
                                <w:numPr>
                                  <w:ilvl w:val="0"/>
                                  <w:numId w:val="8"/>
                                </w:numPr>
                                <w:rPr>
                                  <w:caps/>
                                  <w:color w:val="03A996" w:themeColor="accent1"/>
                                  <w:sz w:val="26"/>
                                  <w:szCs w:val="26"/>
                                </w:rPr>
                              </w:pPr>
                              <w:r w:rsidRPr="00102605">
                                <w:rPr>
                                  <w:caps/>
                                  <w:color w:val="03A996" w:themeColor="accent1"/>
                                  <w:sz w:val="26"/>
                                  <w:szCs w:val="26"/>
                                </w:rPr>
                                <w:t>encourage your family to motivate you to exercise</w:t>
                              </w:r>
                            </w:p>
                            <w:p w:rsidR="00102605" w:rsidRPr="00102605" w:rsidRDefault="00102605" w:rsidP="00102605">
                              <w:pPr>
                                <w:pStyle w:val="ListParagraph"/>
                                <w:numPr>
                                  <w:ilvl w:val="0"/>
                                  <w:numId w:val="8"/>
                                </w:numPr>
                                <w:rPr>
                                  <w:caps/>
                                  <w:color w:val="03A996" w:themeColor="accent1"/>
                                  <w:sz w:val="26"/>
                                  <w:szCs w:val="26"/>
                                </w:rPr>
                              </w:pPr>
                              <w:r w:rsidRPr="00102605">
                                <w:rPr>
                                  <w:caps/>
                                  <w:color w:val="03A996" w:themeColor="accent1"/>
                                  <w:sz w:val="26"/>
                                  <w:szCs w:val="26"/>
                                </w:rPr>
                                <w:t>Find an activity you are passionate about and stick to it!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4A4FDB" id="Group 13" o:spid="_x0000_s1032" style="position:absolute;margin-left:208.8pt;margin-top:450pt;width:295.2pt;height:159.75pt;z-index:251675648;mso-wrap-distance-left:14.4pt;mso-wrap-distance-top:3.6pt;mso-wrap-distance-right:14.4pt;mso-wrap-distance-bottom:3.6pt;mso-position-horizontal-relative:margin;mso-position-vertical-relative:margin;mso-width-relative:margin;mso-height-relative:margin" coordorigin="26527,31768" coordsize="37503,20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">
                <v:rect id="Rectangle 14" o:spid="_x0000_s1033" style="position:absolute;left:26527;top:31768;width:35674;height:27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Z7XMIA&#10;AADbAAAADwAAAGRycy9kb3ducmV2LnhtbERPS2vCQBC+F/wPywje6sYHVaKriCAUKUJTPXgbsmM2&#10;mp0N2W1M/fVuodDbfHzPWa47W4mWGl86VjAaJiCIc6dLLhQcv3avcxA+IGusHJOCH/KwXvVelphq&#10;d+dParNQiBjCPkUFJoQ6ldLnhiz6oauJI3dxjcUQYVNI3eA9httKjpPkTVosOTYYrGlrKL9l31bB&#10;/jqbZKbdtI/JgU7GnT7Ou61XatDvNgsQgbrwL/5zv+s4fwq/v8QD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9ntcwgAAANsAAAAPAAAAAAAAAAAAAAAAAJgCAABkcnMvZG93&#10;bnJldi54bWxQSwUGAAAAAAQABAD1AAAAhwMAAAAA&#10;" fillcolor="#03a996 [3204]" stroked="f" strokeweight="1pt">
                  <v:textbox>
                    <w:txbxContent>
                      <w:p w:rsidR="00102605" w:rsidRDefault="00102605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24"/>
                            <w:szCs w:val="28"/>
                          </w:rPr>
                        </w:pPr>
                      </w:p>
                    </w:txbxContent>
                  </v:textbox>
                </v:rect>
                <v:shape id="Text Box 15" o:spid="_x0000_s1034" type="#_x0000_t202" style="position:absolute;left:28356;top:35590;width:35675;height:16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eSeMEA&#10;AADbAAAADwAAAGRycy9kb3ducmV2LnhtbERPS4vCMBC+C/sfwix403QVH1SjiKLoRbAuLN6GZrbt&#10;bjMpTar13xtB8DYf33Pmy9aU4kq1Kywr+OpHIIhTqwvOFHyft70pCOeRNZaWScGdHCwXH505xtre&#10;+ETXxGcihLCLUUHufRVL6dKcDLq+rYgD92trgz7AOpO6xlsIN6UcRNFYGiw4NORY0Tqn9D9pjIKf&#10;4d905w5Rs2mGRy8nk4vUu4NS3c92NQPhqfVv8cu912H+CJ6/hAP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nknjBAAAA2wAAAA8AAAAAAAAAAAAAAAAAmAIAAGRycy9kb3du&#10;cmV2LnhtbFBLBQYAAAAABAAEAPUAAACGAwAAAAA=&#10;" filled="f" stroked="f" strokeweight=".5pt">
                  <v:textbox style="mso-fit-shape-to-text:t" inset=",7.2pt,,0">
                    <w:txbxContent>
                      <w:p w:rsidR="00102605" w:rsidRPr="00102605" w:rsidRDefault="00102605" w:rsidP="00102605"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rPr>
                            <w:caps/>
                            <w:color w:val="03A996" w:themeColor="accent1"/>
                            <w:sz w:val="26"/>
                            <w:szCs w:val="26"/>
                          </w:rPr>
                        </w:pPr>
                        <w:r w:rsidRPr="00102605">
                          <w:rPr>
                            <w:caps/>
                            <w:color w:val="03A996" w:themeColor="accent1"/>
                            <w:sz w:val="26"/>
                            <w:szCs w:val="26"/>
                          </w:rPr>
                          <w:t>Encourage your friends to exercise</w:t>
                        </w:r>
                      </w:p>
                      <w:p w:rsidR="00102605" w:rsidRPr="00102605" w:rsidRDefault="00102605" w:rsidP="00102605"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rPr>
                            <w:caps/>
                            <w:color w:val="03A996" w:themeColor="accent1"/>
                            <w:sz w:val="26"/>
                            <w:szCs w:val="26"/>
                          </w:rPr>
                        </w:pPr>
                        <w:r w:rsidRPr="00102605">
                          <w:rPr>
                            <w:caps/>
                            <w:color w:val="03A996" w:themeColor="accent1"/>
                            <w:sz w:val="26"/>
                            <w:szCs w:val="26"/>
                          </w:rPr>
                          <w:t>encourage your family to motivate you to exercise</w:t>
                        </w:r>
                      </w:p>
                      <w:p w:rsidR="00102605" w:rsidRPr="00102605" w:rsidRDefault="00102605" w:rsidP="00102605"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rPr>
                            <w:caps/>
                            <w:color w:val="03A996" w:themeColor="accent1"/>
                            <w:sz w:val="26"/>
                            <w:szCs w:val="26"/>
                          </w:rPr>
                        </w:pPr>
                        <w:r w:rsidRPr="00102605">
                          <w:rPr>
                            <w:caps/>
                            <w:color w:val="03A996" w:themeColor="accent1"/>
                            <w:sz w:val="26"/>
                            <w:szCs w:val="26"/>
                          </w:rPr>
                          <w:t>Find an activity you are passionate about and stick to it!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</w:p>
    <w:p w:rsidR="0083767E" w:rsidRDefault="0083767E">
      <w:pPr>
        <w:pStyle w:val="Address"/>
      </w:pPr>
      <w:r>
        <w:rPr>
          <w:noProof/>
          <w:lang w:eastAsia="en-US"/>
        </w:rPr>
        <w:drawing>
          <wp:anchor distT="0" distB="0" distL="114300" distR="114300" simplePos="0" relativeHeight="251672576" behindDoc="0" locked="0" layoutInCell="1" allowOverlap="1" wp14:anchorId="2BA9948A" wp14:editId="23B443CF">
            <wp:simplePos x="0" y="0"/>
            <wp:positionH relativeFrom="column">
              <wp:posOffset>2667000</wp:posOffset>
            </wp:positionH>
            <wp:positionV relativeFrom="paragraph">
              <wp:posOffset>276225</wp:posOffset>
            </wp:positionV>
            <wp:extent cx="3390900" cy="253544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erobic-exercise1[1]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2535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F6E59" w:rsidRDefault="00102605">
      <w:pPr>
        <w:pStyle w:val="Address"/>
      </w:pPr>
      <w:bookmarkStart w:id="0" w:name="_GoBack"/>
      <w:bookmarkEnd w:id="0"/>
      <w:r>
        <w:rPr>
          <w:noProof/>
          <w:lang w:eastAsia="en-U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-1036320</wp:posOffset>
            </wp:positionH>
            <wp:positionV relativeFrom="paragraph">
              <wp:posOffset>2623820</wp:posOffset>
            </wp:positionV>
            <wp:extent cx="3672840" cy="2938272"/>
            <wp:effectExtent l="0" t="0" r="381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utterfly-swimming[1]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2840" cy="2938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F6E59">
      <w:pgSz w:w="12240" w:h="15840" w:code="1"/>
      <w:pgMar w:top="1440" w:right="2160" w:bottom="1080" w:left="216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E11" w:rsidRDefault="00031E11">
      <w:pPr>
        <w:spacing w:after="0" w:line="240" w:lineRule="auto"/>
      </w:pPr>
      <w:r>
        <w:separator/>
      </w:r>
    </w:p>
  </w:endnote>
  <w:endnote w:type="continuationSeparator" w:id="0">
    <w:p w:rsidR="00031E11" w:rsidRDefault="00031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E11" w:rsidRDefault="00031E11">
      <w:pPr>
        <w:spacing w:after="0" w:line="240" w:lineRule="auto"/>
      </w:pPr>
      <w:r>
        <w:separator/>
      </w:r>
    </w:p>
  </w:footnote>
  <w:footnote w:type="continuationSeparator" w:id="0">
    <w:p w:rsidR="00031E11" w:rsidRDefault="00031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17961B0C"/>
    <w:lvl w:ilvl="0">
      <w:start w:val="1"/>
      <w:numFmt w:val="bullet"/>
      <w:pStyle w:val="List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352F25" w:themeColor="text2"/>
        <w:sz w:val="16"/>
      </w:rPr>
    </w:lvl>
  </w:abstractNum>
  <w:abstractNum w:abstractNumId="1">
    <w:nsid w:val="03366D24"/>
    <w:multiLevelType w:val="hybridMultilevel"/>
    <w:tmpl w:val="7B3C2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975352"/>
    <w:multiLevelType w:val="hybridMultilevel"/>
    <w:tmpl w:val="8020B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30E5A"/>
    <w:multiLevelType w:val="hybridMultilevel"/>
    <w:tmpl w:val="6A06D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504445"/>
    <w:multiLevelType w:val="hybridMultilevel"/>
    <w:tmpl w:val="C1AA2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40"/>
    <w:rsid w:val="00031E11"/>
    <w:rsid w:val="000622C2"/>
    <w:rsid w:val="00102605"/>
    <w:rsid w:val="001F6E59"/>
    <w:rsid w:val="0083767E"/>
    <w:rsid w:val="008B031B"/>
    <w:rsid w:val="00BB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8E7F202-EB0B-467A-A274-4C334D879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D4436" w:themeColor="text2" w:themeTint="E6"/>
        <w:lang w:val="en-US" w:eastAsia="ja-JP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120" w:line="216" w:lineRule="auto"/>
      <w:outlineLvl w:val="0"/>
    </w:pPr>
    <w:rPr>
      <w:rFonts w:asciiTheme="majorHAnsi" w:eastAsiaTheme="majorEastAsia" w:hAnsiTheme="majorHAnsi" w:cstheme="majorBidi"/>
      <w:b/>
      <w:bCs/>
      <w:color w:val="352F25" w:themeColor="text2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720" w:line="204" w:lineRule="auto"/>
      <w:contextualSpacing/>
    </w:pPr>
    <w:rPr>
      <w:rFonts w:asciiTheme="majorHAnsi" w:eastAsiaTheme="majorEastAsia" w:hAnsiTheme="majorHAnsi" w:cstheme="majorBidi"/>
      <w:b/>
      <w:bCs/>
      <w:caps/>
      <w:color w:val="027E6F" w:themeColor="accent1" w:themeShade="BF"/>
      <w:spacing w:val="-10"/>
      <w:kern w:val="28"/>
      <w:sz w:val="104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color w:val="027E6F" w:themeColor="accent1" w:themeShade="BF"/>
      <w:spacing w:val="-10"/>
      <w:kern w:val="28"/>
      <w:sz w:val="10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352F25" w:themeColor="text2"/>
      <w:sz w:val="32"/>
    </w:r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</w:pPr>
  </w:style>
  <w:style w:type="paragraph" w:styleId="Caption">
    <w:name w:val="caption"/>
    <w:basedOn w:val="Normal"/>
    <w:next w:val="Normal"/>
    <w:uiPriority w:val="2"/>
    <w:unhideWhenUsed/>
    <w:qFormat/>
    <w:pPr>
      <w:spacing w:after="0" w:line="240" w:lineRule="auto"/>
    </w:pPr>
    <w:rPr>
      <w:i/>
      <w:iCs/>
      <w:sz w:val="16"/>
    </w:rPr>
  </w:style>
  <w:style w:type="character" w:styleId="Strong">
    <w:name w:val="Strong"/>
    <w:basedOn w:val="DefaultParagraphFont"/>
    <w:uiPriority w:val="2"/>
    <w:qFormat/>
    <w:rPr>
      <w:b/>
      <w:bCs/>
    </w:rPr>
  </w:style>
  <w:style w:type="paragraph" w:styleId="Header">
    <w:name w:val="header"/>
    <w:basedOn w:val="Normal"/>
    <w:link w:val="HeaderChar"/>
    <w:uiPriority w:val="4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4"/>
  </w:style>
  <w:style w:type="paragraph" w:styleId="Footer">
    <w:name w:val="footer"/>
    <w:basedOn w:val="Normal"/>
    <w:link w:val="FooterChar"/>
    <w:uiPriority w:val="4"/>
    <w:unhideWhenUsed/>
    <w:qFormat/>
    <w:pPr>
      <w:tabs>
        <w:tab w:val="center" w:pos="4680"/>
        <w:tab w:val="right" w:pos="9360"/>
      </w:tabs>
      <w:spacing w:after="0" w:line="276" w:lineRule="auto"/>
    </w:pPr>
    <w:rPr>
      <w:sz w:val="17"/>
    </w:rPr>
  </w:style>
  <w:style w:type="character" w:customStyle="1" w:styleId="FooterChar">
    <w:name w:val="Footer Char"/>
    <w:basedOn w:val="DefaultParagraphFont"/>
    <w:link w:val="Footer"/>
    <w:uiPriority w:val="4"/>
    <w:rPr>
      <w:sz w:val="17"/>
    </w:rPr>
  </w:style>
  <w:style w:type="paragraph" w:customStyle="1" w:styleId="Company">
    <w:name w:val="Company"/>
    <w:basedOn w:val="Normal"/>
    <w:uiPriority w:val="4"/>
    <w:qFormat/>
    <w:pPr>
      <w:spacing w:after="0" w:line="240" w:lineRule="auto"/>
    </w:pPr>
    <w:rPr>
      <w:rFonts w:asciiTheme="majorHAnsi" w:eastAsiaTheme="majorEastAsia" w:hAnsiTheme="majorHAnsi" w:cstheme="majorBidi"/>
      <w:b/>
      <w:bCs/>
      <w:caps/>
      <w:color w:val="027E6F" w:themeColor="accent1" w:themeShade="BF"/>
    </w:rPr>
  </w:style>
  <w:style w:type="paragraph" w:styleId="NoSpacing">
    <w:name w:val="No Spacing"/>
    <w:link w:val="NoSpacingChar"/>
    <w:uiPriority w:val="1"/>
    <w:unhideWhenUsed/>
    <w:qFormat/>
    <w:pPr>
      <w:spacing w:after="0" w:line="240" w:lineRule="auto"/>
    </w:pPr>
  </w:style>
  <w:style w:type="paragraph" w:styleId="Date">
    <w:name w:val="Date"/>
    <w:basedOn w:val="Normal"/>
    <w:next w:val="Normal"/>
    <w:link w:val="DateChar"/>
    <w:uiPriority w:val="3"/>
    <w:unhideWhenUsed/>
    <w:qFormat/>
    <w:pPr>
      <w:spacing w:before="720" w:after="0" w:line="216" w:lineRule="auto"/>
    </w:pPr>
    <w:rPr>
      <w:rFonts w:asciiTheme="majorHAnsi" w:eastAsiaTheme="majorEastAsia" w:hAnsiTheme="majorHAnsi" w:cstheme="majorBidi"/>
      <w:color w:val="027E6F" w:themeColor="accent1" w:themeShade="BF"/>
      <w:sz w:val="52"/>
    </w:rPr>
  </w:style>
  <w:style w:type="character" w:customStyle="1" w:styleId="DateChar">
    <w:name w:val="Date Char"/>
    <w:basedOn w:val="DefaultParagraphFont"/>
    <w:link w:val="Date"/>
    <w:uiPriority w:val="3"/>
    <w:rPr>
      <w:rFonts w:asciiTheme="majorHAnsi" w:eastAsiaTheme="majorEastAsia" w:hAnsiTheme="majorHAnsi" w:cstheme="majorBidi"/>
      <w:color w:val="027E6F" w:themeColor="accent1" w:themeShade="BF"/>
      <w:sz w:val="52"/>
    </w:rPr>
  </w:style>
  <w:style w:type="paragraph" w:customStyle="1" w:styleId="Address">
    <w:name w:val="Address"/>
    <w:basedOn w:val="Normal"/>
    <w:uiPriority w:val="4"/>
    <w:qFormat/>
    <w:pPr>
      <w:spacing w:after="0" w:line="240" w:lineRule="auto"/>
    </w:pPr>
    <w:rPr>
      <w:sz w:val="40"/>
    </w:rPr>
  </w:style>
  <w:style w:type="paragraph" w:styleId="ListParagraph">
    <w:name w:val="List Paragraph"/>
    <w:basedOn w:val="Normal"/>
    <w:uiPriority w:val="34"/>
    <w:unhideWhenUsed/>
    <w:qFormat/>
    <w:rsid w:val="00BB5340"/>
    <w:pPr>
      <w:ind w:left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  <w:rsid w:val="00837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as\AppData\Roaming\Microsoft\Templates\Business%20flyer.dotx" TargetMode="External"/></Relationships>
</file>

<file path=word/theme/theme1.xml><?xml version="1.0" encoding="utf-8"?>
<a:theme xmlns:a="http://schemas.openxmlformats.org/drawingml/2006/main" name="Small Business Set">
  <a:themeElements>
    <a:clrScheme name="Small Business">
      <a:dk1>
        <a:sysClr val="windowText" lastClr="000000"/>
      </a:dk1>
      <a:lt1>
        <a:sysClr val="window" lastClr="FFFFFF"/>
      </a:lt1>
      <a:dk2>
        <a:srgbClr val="352F25"/>
      </a:dk2>
      <a:lt2>
        <a:srgbClr val="EDECEB"/>
      </a:lt2>
      <a:accent1>
        <a:srgbClr val="03A996"/>
      </a:accent1>
      <a:accent2>
        <a:srgbClr val="B33536"/>
      </a:accent2>
      <a:accent3>
        <a:srgbClr val="E8C94B"/>
      </a:accent3>
      <a:accent4>
        <a:srgbClr val="2682A6"/>
      </a:accent4>
      <a:accent5>
        <a:srgbClr val="F08A42"/>
      </a:accent5>
      <a:accent6>
        <a:srgbClr val="6A5178"/>
      </a:accent6>
      <a:hlink>
        <a:srgbClr val="4D4436"/>
      </a:hlink>
      <a:folHlink>
        <a:srgbClr val="027E7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ECFE8F6-2F43-40D1-8FF0-88725880C9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flyer</Template>
  <TotalTime>0</TotalTime>
  <Pages>2</Pages>
  <Words>55</Words>
  <Characters>274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Lucas Grimm</dc:creator>
  <cp:keywords/>
  <cp:lastModifiedBy>Lucas Grimm</cp:lastModifiedBy>
  <cp:revision>2</cp:revision>
  <dcterms:created xsi:type="dcterms:W3CDTF">2015-02-26T23:04:00Z</dcterms:created>
  <dcterms:modified xsi:type="dcterms:W3CDTF">2015-02-26T23:04:00Z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TC029119009991</vt:lpwstr>
  </property>
</Properties>
</file>